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487167" w:rsidP="004633D0">
      <w:pPr>
        <w:rPr>
          <w:rFonts w:asciiTheme="minorHAnsi" w:hAnsiTheme="minorHAnsi" w:cstheme="minorHAnsi"/>
        </w:rPr>
      </w:pPr>
    </w:p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bookmarkStart w:id="0" w:name="_GoBack"/>
      <w:bookmarkEnd w:id="0"/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487167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2B0993" w:rsidRPr="002B0993" w:rsidRDefault="00F63E64" w:rsidP="002B0993">
      <w:pPr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 xml:space="preserve">w załączeniu przekazuję </w:t>
      </w:r>
      <w:r w:rsidR="002B0993">
        <w:rPr>
          <w:rFonts w:asciiTheme="minorHAnsi" w:hAnsiTheme="minorHAnsi" w:cstheme="minorHAnsi"/>
        </w:rPr>
        <w:t>r</w:t>
      </w:r>
      <w:r w:rsidR="002B0993" w:rsidRPr="002B0993">
        <w:rPr>
          <w:rFonts w:asciiTheme="minorHAnsi" w:hAnsiTheme="minorHAnsi" w:cstheme="minorHAnsi"/>
        </w:rPr>
        <w:t xml:space="preserve">aport z postępu rzeczowo-finansowego projektu informatycznego </w:t>
      </w:r>
    </w:p>
    <w:p w:rsidR="00AD0AD3" w:rsidRDefault="002B0993" w:rsidP="002B0993">
      <w:pPr>
        <w:rPr>
          <w:rFonts w:asciiTheme="minorHAnsi" w:hAnsiTheme="minorHAnsi" w:cstheme="minorHAnsi"/>
        </w:rPr>
      </w:pPr>
      <w:r w:rsidRPr="002B0993">
        <w:rPr>
          <w:rFonts w:asciiTheme="minorHAnsi" w:hAnsiTheme="minorHAnsi" w:cstheme="minorHAnsi"/>
        </w:rPr>
        <w:t>za IV kwartał 2020 roku</w:t>
      </w:r>
      <w:r>
        <w:rPr>
          <w:rFonts w:asciiTheme="minorHAnsi" w:hAnsiTheme="minorHAnsi" w:cstheme="minorHAnsi"/>
        </w:rPr>
        <w:t xml:space="preserve"> </w:t>
      </w:r>
      <w:r w:rsidR="00AD0AD3">
        <w:rPr>
          <w:rFonts w:asciiTheme="minorHAnsi" w:hAnsiTheme="minorHAnsi" w:cstheme="minorHAnsi"/>
        </w:rPr>
        <w:t xml:space="preserve">z autopoprawką </w:t>
      </w:r>
      <w:r>
        <w:rPr>
          <w:rFonts w:asciiTheme="minorHAnsi" w:hAnsiTheme="minorHAnsi" w:cstheme="minorHAnsi"/>
        </w:rPr>
        <w:t>sprawozdawcy</w:t>
      </w:r>
      <w:r w:rsidR="00AD0AD3">
        <w:rPr>
          <w:rFonts w:asciiTheme="minorHAnsi" w:hAnsiTheme="minorHAnsi" w:cstheme="minorHAnsi"/>
        </w:rPr>
        <w:t>.</w:t>
      </w:r>
    </w:p>
    <w:p w:rsidR="000A71A0" w:rsidRPr="0086305F" w:rsidRDefault="00AD0AD3" w:rsidP="00AD0AD3">
      <w:pPr>
        <w:ind w:left="5664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 xml:space="preserve">          </w:t>
      </w:r>
      <w:r w:rsidRPr="00AD0AD3">
        <w:rPr>
          <w:rFonts w:asciiTheme="minorHAnsi" w:hAnsiTheme="minorHAnsi" w:cstheme="minorHAnsi"/>
        </w:rPr>
        <w:t xml:space="preserve"> </w:t>
      </w:r>
      <w:r w:rsidR="00CB3969"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487167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2B0993" w:rsidRDefault="00CB3969" w:rsidP="002B0993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167" w:rsidRDefault="00487167">
      <w:r>
        <w:separator/>
      </w:r>
    </w:p>
  </w:endnote>
  <w:endnote w:type="continuationSeparator" w:id="0">
    <w:p w:rsidR="00487167" w:rsidRDefault="0048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167" w:rsidRDefault="00487167">
      <w:r>
        <w:separator/>
      </w:r>
    </w:p>
  </w:footnote>
  <w:footnote w:type="continuationSeparator" w:id="0">
    <w:p w:rsidR="00487167" w:rsidRDefault="0048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487167" w:rsidP="007018D3">
    <w:pPr>
      <w:pStyle w:val="Nagwek"/>
      <w:jc w:val="right"/>
    </w:pPr>
  </w:p>
  <w:p w:rsidR="007018D3" w:rsidRDefault="00487167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2B0993">
      <w:rPr>
        <w:rFonts w:asciiTheme="minorHAnsi" w:hAnsiTheme="minorHAnsi" w:cstheme="minorHAnsi"/>
      </w:rPr>
      <w:t>25</w:t>
    </w:r>
    <w:r w:rsidR="00955B7A" w:rsidRPr="00955B7A">
      <w:rPr>
        <w:rFonts w:asciiTheme="minorHAnsi" w:hAnsiTheme="minorHAnsi" w:cstheme="minorHAnsi"/>
      </w:rPr>
      <w:t>.0</w:t>
    </w:r>
    <w:r w:rsidR="002B0993">
      <w:rPr>
        <w:rFonts w:asciiTheme="minorHAnsi" w:hAnsiTheme="minorHAnsi" w:cstheme="minorHAnsi"/>
      </w:rPr>
      <w:t>3</w:t>
    </w:r>
    <w:r w:rsidR="00955B7A" w:rsidRPr="00955B7A">
      <w:rPr>
        <w:rFonts w:asciiTheme="minorHAnsi" w:hAnsiTheme="minorHAnsi" w:cstheme="minorHAnsi"/>
      </w:rPr>
      <w:t>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5F1429" w:rsidP="005F1429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        </w:t>
    </w:r>
    <w:r w:rsidR="005D0A13" w:rsidRPr="005D0A13">
      <w:rPr>
        <w:rFonts w:asciiTheme="minorHAnsi" w:hAnsiTheme="minorHAnsi" w:cstheme="minorHAnsi"/>
        <w:sz w:val="20"/>
        <w:szCs w:val="20"/>
      </w:rPr>
      <w:t>DT.WIT.714.29.2021(1)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2B0993"/>
    <w:rsid w:val="00487167"/>
    <w:rsid w:val="0049347F"/>
    <w:rsid w:val="005226AB"/>
    <w:rsid w:val="005D0A13"/>
    <w:rsid w:val="005F1429"/>
    <w:rsid w:val="00636C3E"/>
    <w:rsid w:val="00695ADF"/>
    <w:rsid w:val="006E60D0"/>
    <w:rsid w:val="00745D00"/>
    <w:rsid w:val="00771B6C"/>
    <w:rsid w:val="00936F2C"/>
    <w:rsid w:val="00955B7A"/>
    <w:rsid w:val="009E6B6F"/>
    <w:rsid w:val="00A524E6"/>
    <w:rsid w:val="00AA5154"/>
    <w:rsid w:val="00AD0AD3"/>
    <w:rsid w:val="00C05857"/>
    <w:rsid w:val="00C11B94"/>
    <w:rsid w:val="00C70146"/>
    <w:rsid w:val="00CA393C"/>
    <w:rsid w:val="00CB3969"/>
    <w:rsid w:val="00F130C8"/>
    <w:rsid w:val="00F6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15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8</cp:revision>
  <dcterms:created xsi:type="dcterms:W3CDTF">2021-02-11T10:26:00Z</dcterms:created>
  <dcterms:modified xsi:type="dcterms:W3CDTF">2021-03-25T09:08:00Z</dcterms:modified>
</cp:coreProperties>
</file>